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7D649-DD3A-4372-8B28-0C5EE738C2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